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9B" w:rsidRPr="004973D7" w:rsidRDefault="004F11FB" w:rsidP="003C2D94">
      <w:pPr>
        <w:pStyle w:val="Heading1"/>
        <w:jc w:val="both"/>
      </w:pPr>
      <w:r w:rsidRPr="004973D7">
        <w:t>Fi</w:t>
      </w:r>
      <w:r w:rsidR="003A05CC">
        <w:t>ș</w:t>
      </w:r>
      <w:r w:rsidRPr="004973D7">
        <w:t>a 0</w:t>
      </w:r>
      <w:r w:rsidR="00411720">
        <w:t>5</w:t>
      </w:r>
      <w:r w:rsidRPr="004973D7">
        <w:t xml:space="preserve"> </w:t>
      </w:r>
      <w:r w:rsidR="0007470F" w:rsidRPr="004973D7">
        <w:t xml:space="preserve">web </w:t>
      </w:r>
      <w:r w:rsidRPr="004973D7">
        <w:t xml:space="preserve">– </w:t>
      </w:r>
      <w:r w:rsidR="00411720">
        <w:t>liste</w:t>
      </w:r>
      <w:r w:rsidR="00AD3C95">
        <w:t xml:space="preserve"> </w:t>
      </w:r>
      <w:r w:rsidR="00B12812" w:rsidRPr="004973D7">
        <w:t>HTML</w:t>
      </w:r>
    </w:p>
    <w:p w:rsidR="00411720" w:rsidRDefault="00411720" w:rsidP="00411720">
      <w:pPr>
        <w:pStyle w:val="ListParagraph"/>
      </w:pPr>
      <w:r>
        <w:t>HTML5 permite definirea a trei tipuri de liste în paginile web:</w:t>
      </w:r>
    </w:p>
    <w:p w:rsidR="00411720" w:rsidRDefault="00411720" w:rsidP="00411720">
      <w:pPr>
        <w:pStyle w:val="ListParagraph"/>
        <w:numPr>
          <w:ilvl w:val="1"/>
          <w:numId w:val="5"/>
        </w:numPr>
      </w:pPr>
      <w:r>
        <w:t xml:space="preserve">liste neordonate, folosind elementele: </w:t>
      </w:r>
      <w:r w:rsidR="00673BA5"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673BA5">
        <w:rPr>
          <w:rFonts w:asciiTheme="minorHAnsi" w:eastAsia="Times New Roman" w:hAnsiTheme="minorHAnsi" w:cs="Consolas"/>
          <w:color w:val="823125"/>
          <w:szCs w:val="20"/>
        </w:rPr>
        <w:t>ul</w:t>
      </w:r>
      <w:r w:rsidR="00673BA5"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>
        <w:t xml:space="preserve"> </w:t>
      </w:r>
      <w:r w:rsidR="003A05CC">
        <w:t>ș</w:t>
      </w:r>
      <w:r>
        <w:t xml:space="preserve">i </w:t>
      </w:r>
      <w:r w:rsidR="00673BA5"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673BA5">
        <w:rPr>
          <w:rFonts w:asciiTheme="minorHAnsi" w:eastAsia="Times New Roman" w:hAnsiTheme="minorHAnsi" w:cs="Consolas"/>
          <w:color w:val="823125"/>
          <w:szCs w:val="20"/>
        </w:rPr>
        <w:t>li</w:t>
      </w:r>
      <w:r w:rsidR="00673BA5"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>
        <w:t>;</w:t>
      </w:r>
    </w:p>
    <w:p w:rsidR="00411720" w:rsidRDefault="00411720" w:rsidP="00411720">
      <w:pPr>
        <w:pStyle w:val="ListParagraph"/>
        <w:numPr>
          <w:ilvl w:val="1"/>
          <w:numId w:val="5"/>
        </w:numPr>
      </w:pPr>
      <w:r>
        <w:t xml:space="preserve">liste ordonate (sau numerotate), folosind elementele: </w:t>
      </w:r>
      <w:r w:rsidR="00673BA5"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673BA5">
        <w:rPr>
          <w:rFonts w:asciiTheme="minorHAnsi" w:eastAsia="Times New Roman" w:hAnsiTheme="minorHAnsi" w:cs="Consolas"/>
          <w:color w:val="823125"/>
          <w:szCs w:val="20"/>
        </w:rPr>
        <w:t>ol</w:t>
      </w:r>
      <w:r w:rsidR="00673BA5"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>
        <w:t xml:space="preserve"> </w:t>
      </w:r>
      <w:r w:rsidR="003A05CC">
        <w:t>ș</w:t>
      </w:r>
      <w:r>
        <w:t xml:space="preserve">i </w:t>
      </w:r>
      <w:r w:rsidR="00673BA5"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673BA5">
        <w:rPr>
          <w:rFonts w:asciiTheme="minorHAnsi" w:eastAsia="Times New Roman" w:hAnsiTheme="minorHAnsi" w:cs="Consolas"/>
          <w:color w:val="823125"/>
          <w:szCs w:val="20"/>
        </w:rPr>
        <w:t>li</w:t>
      </w:r>
      <w:r w:rsidR="00673BA5"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>
        <w:t>;</w:t>
      </w:r>
    </w:p>
    <w:p w:rsidR="0007788B" w:rsidRDefault="00411720" w:rsidP="00411720">
      <w:pPr>
        <w:pStyle w:val="ListParagraph"/>
        <w:numPr>
          <w:ilvl w:val="1"/>
          <w:numId w:val="5"/>
        </w:numPr>
      </w:pPr>
      <w:r>
        <w:t>liste de defini</w:t>
      </w:r>
      <w:r w:rsidR="003A05CC">
        <w:t>ț</w:t>
      </w:r>
      <w:r>
        <w:t xml:space="preserve">ii: folosind elementele: </w:t>
      </w:r>
      <w:r w:rsidR="00673BA5"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673BA5">
        <w:rPr>
          <w:rFonts w:asciiTheme="minorHAnsi" w:eastAsia="Times New Roman" w:hAnsiTheme="minorHAnsi" w:cs="Consolas"/>
          <w:color w:val="823125"/>
          <w:szCs w:val="20"/>
        </w:rPr>
        <w:t>dl</w:t>
      </w:r>
      <w:r w:rsidR="00673BA5"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>
        <w:t xml:space="preserve">, </w:t>
      </w:r>
      <w:r w:rsidR="00673BA5"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673BA5">
        <w:rPr>
          <w:rFonts w:asciiTheme="minorHAnsi" w:eastAsia="Times New Roman" w:hAnsiTheme="minorHAnsi" w:cs="Consolas"/>
          <w:color w:val="823125"/>
          <w:szCs w:val="20"/>
        </w:rPr>
        <w:t>dt</w:t>
      </w:r>
      <w:r w:rsidR="00673BA5"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>
        <w:t xml:space="preserve"> </w:t>
      </w:r>
      <w:r w:rsidR="003A05CC">
        <w:t>ș</w:t>
      </w:r>
      <w:r>
        <w:t xml:space="preserve">i </w:t>
      </w:r>
      <w:r w:rsidR="007A27C4"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7A27C4">
        <w:rPr>
          <w:rFonts w:asciiTheme="minorHAnsi" w:eastAsia="Times New Roman" w:hAnsiTheme="minorHAnsi" w:cs="Consolas"/>
          <w:color w:val="823125"/>
          <w:szCs w:val="20"/>
        </w:rPr>
        <w:t>dd</w:t>
      </w:r>
      <w:r w:rsidR="007A27C4"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>
        <w:t>.</w:t>
      </w:r>
    </w:p>
    <w:p w:rsidR="00673BA5" w:rsidRDefault="00673BA5" w:rsidP="00673BA5">
      <w:pPr>
        <w:pStyle w:val="ListParagraph"/>
      </w:pPr>
      <w:r>
        <w:t>Listele neordonate se folosesc pentru a defini orice în</w:t>
      </w:r>
      <w:r w:rsidR="003A05CC">
        <w:t>ș</w:t>
      </w:r>
      <w:r>
        <w:t xml:space="preserve">iruire de elemente a căror ordine nu este importantă. Elementul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>
        <w:rPr>
          <w:rFonts w:asciiTheme="minorHAnsi" w:eastAsia="Times New Roman" w:hAnsiTheme="minorHAnsi" w:cs="Consolas"/>
          <w:color w:val="823125"/>
          <w:szCs w:val="20"/>
        </w:rPr>
        <w:t>ul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>
        <w:t xml:space="preserve"> (unordered list) se folose</w:t>
      </w:r>
      <w:r w:rsidR="003A05CC">
        <w:t>ș</w:t>
      </w:r>
      <w:r>
        <w:t xml:space="preserve">te pentru a marca începutul </w:t>
      </w:r>
      <w:r w:rsidR="003A05CC">
        <w:t>ș</w:t>
      </w:r>
      <w:r>
        <w:t>i sfâr</w:t>
      </w:r>
      <w:r w:rsidR="003A05CC">
        <w:t>ș</w:t>
      </w:r>
      <w:r>
        <w:t xml:space="preserve">itul listei, iar elementele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>
        <w:rPr>
          <w:rFonts w:asciiTheme="minorHAnsi" w:eastAsia="Times New Roman" w:hAnsiTheme="minorHAnsi" w:cs="Consolas"/>
          <w:color w:val="823125"/>
          <w:szCs w:val="20"/>
        </w:rPr>
        <w:t>li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>
        <w:t xml:space="preserve"> (list item) se folosesc pentru a marca fiecare element al listei.</w:t>
      </w:r>
    </w:p>
    <w:p w:rsidR="00673BA5" w:rsidRDefault="00673BA5" w:rsidP="00673BA5">
      <w:pPr>
        <w:pStyle w:val="ListParagraph"/>
      </w:pPr>
      <w:r>
        <w:t>Listele ordonate se folosesc atunci când este important să precizăm ordinea elementelor. În acest caz elementele se vor afi</w:t>
      </w:r>
      <w:r w:rsidR="003A05CC">
        <w:t>ș</w:t>
      </w:r>
      <w:r>
        <w:t xml:space="preserve">a numerotate. Pentru a marca începutul </w:t>
      </w:r>
      <w:r w:rsidR="003A05CC">
        <w:t>ș</w:t>
      </w:r>
      <w:r>
        <w:t>i sfâr</w:t>
      </w:r>
      <w:r w:rsidR="003A05CC">
        <w:t>ș</w:t>
      </w:r>
      <w:r>
        <w:t>itul listei se folose</w:t>
      </w:r>
      <w:r w:rsidR="003A05CC">
        <w:t>ș</w:t>
      </w:r>
      <w:r>
        <w:t xml:space="preserve">te elementul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>
        <w:rPr>
          <w:rFonts w:asciiTheme="minorHAnsi" w:eastAsia="Times New Roman" w:hAnsiTheme="minorHAnsi" w:cs="Consolas"/>
          <w:color w:val="823125"/>
          <w:szCs w:val="20"/>
        </w:rPr>
        <w:t>ol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>
        <w:t xml:space="preserve"> (ordered list), iar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>
        <w:rPr>
          <w:rFonts w:asciiTheme="minorHAnsi" w:eastAsia="Times New Roman" w:hAnsiTheme="minorHAnsi" w:cs="Consolas"/>
          <w:color w:val="823125"/>
          <w:szCs w:val="20"/>
        </w:rPr>
        <w:t>li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>
        <w:t xml:space="preserve"> se folose</w:t>
      </w:r>
      <w:r w:rsidR="003A05CC">
        <w:t>ș</w:t>
      </w:r>
      <w:r>
        <w:t>te pentru a defini fiecare element din listă.</w:t>
      </w:r>
    </w:p>
    <w:p w:rsidR="00673BA5" w:rsidRDefault="00673BA5" w:rsidP="00673BA5">
      <w:pPr>
        <w:pStyle w:val="ListParagraph"/>
      </w:pPr>
      <w:r>
        <w:t>Listele de defini</w:t>
      </w:r>
      <w:r w:rsidR="003A05CC">
        <w:t>ț</w:t>
      </w:r>
      <w:r>
        <w:t>ii se folosesc pentru a construi liste de termeni împreună cu defini</w:t>
      </w:r>
      <w:r w:rsidR="003A05CC">
        <w:t>ț</w:t>
      </w:r>
      <w:r>
        <w:t xml:space="preserve">iile lor. Elementul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>
        <w:rPr>
          <w:rFonts w:asciiTheme="minorHAnsi" w:eastAsia="Times New Roman" w:hAnsiTheme="minorHAnsi" w:cs="Consolas"/>
          <w:color w:val="823125"/>
          <w:szCs w:val="20"/>
        </w:rPr>
        <w:t>dl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>
        <w:t xml:space="preserve"> va marca începutul </w:t>
      </w:r>
      <w:r w:rsidR="003A05CC">
        <w:t>ș</w:t>
      </w:r>
      <w:r>
        <w:t>i sfâr</w:t>
      </w:r>
      <w:r w:rsidR="003A05CC">
        <w:t>ș</w:t>
      </w:r>
      <w:r>
        <w:t xml:space="preserve">itul listei,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>
        <w:rPr>
          <w:rFonts w:asciiTheme="minorHAnsi" w:eastAsia="Times New Roman" w:hAnsiTheme="minorHAnsi" w:cs="Consolas"/>
          <w:color w:val="823125"/>
          <w:szCs w:val="20"/>
        </w:rPr>
        <w:t>dt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>
        <w:t xml:space="preserve"> va marca fiecare termen, iar </w:t>
      </w:r>
      <w:r w:rsidR="007A27C4"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7A27C4">
        <w:rPr>
          <w:rFonts w:asciiTheme="minorHAnsi" w:eastAsia="Times New Roman" w:hAnsiTheme="minorHAnsi" w:cs="Consolas"/>
          <w:color w:val="823125"/>
          <w:szCs w:val="20"/>
        </w:rPr>
        <w:t>dd</w:t>
      </w:r>
      <w:r w:rsidR="007A27C4"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>
        <w:t xml:space="preserve"> marchează defini</w:t>
      </w:r>
      <w:r w:rsidR="003A05CC">
        <w:t>ț</w:t>
      </w:r>
      <w:r>
        <w:t>ia corespunzătoare termenilor. Pot exista mai mul</w:t>
      </w:r>
      <w:r w:rsidR="003A05CC">
        <w:t>ț</w:t>
      </w:r>
      <w:r>
        <w:t>i termeni cu aceea</w:t>
      </w:r>
      <w:r w:rsidR="003A05CC">
        <w:t>ș</w:t>
      </w:r>
      <w:r>
        <w:t>i defini</w:t>
      </w:r>
      <w:r w:rsidR="003A05CC">
        <w:t>ț</w:t>
      </w:r>
      <w:r>
        <w:t>ie sau mai multe defini</w:t>
      </w:r>
      <w:r w:rsidR="003A05CC">
        <w:t>ț</w:t>
      </w:r>
      <w:r>
        <w:t>ii pentru acela</w:t>
      </w:r>
      <w:r w:rsidR="003A05CC">
        <w:t>ș</w:t>
      </w:r>
      <w:r>
        <w:t>i termen.</w:t>
      </w:r>
    </w:p>
    <w:p w:rsidR="00284F1E" w:rsidRPr="004973D7" w:rsidRDefault="00284F1E" w:rsidP="00673BA5">
      <w:pPr>
        <w:pStyle w:val="ListParagraph"/>
      </w:pPr>
      <w:r>
        <w:t>Ca elemente ale unei liste pot apărea orice elemente HTML, inclusiv alte liste. Putem avea deci o listă de liste, caz în care lista se nume</w:t>
      </w:r>
      <w:r w:rsidR="003A05CC">
        <w:t>ș</w:t>
      </w:r>
      <w:r>
        <w:t xml:space="preserve">te </w:t>
      </w:r>
      <w:r>
        <w:rPr>
          <w:b/>
        </w:rPr>
        <w:t>imbricată</w:t>
      </w:r>
      <w:r>
        <w:t>.</w:t>
      </w:r>
    </w:p>
    <w:p w:rsidR="00D705D9" w:rsidRPr="004973D7" w:rsidRDefault="00D705D9" w:rsidP="003C2D94"/>
    <w:p w:rsidR="002E2DEF" w:rsidRPr="004973D7" w:rsidRDefault="002E2DEF" w:rsidP="003C2D94">
      <w:r w:rsidRPr="004973D7">
        <w:rPr>
          <w:b/>
        </w:rPr>
        <w:t>Elemente:</w:t>
      </w:r>
    </w:p>
    <w:p w:rsidR="00B04161" w:rsidRPr="00B04161" w:rsidRDefault="00B04161" w:rsidP="00B04161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411720">
        <w:rPr>
          <w:rFonts w:asciiTheme="minorHAnsi" w:eastAsia="Times New Roman" w:hAnsiTheme="minorHAnsi" w:cs="Consolas"/>
          <w:color w:val="823125"/>
          <w:szCs w:val="20"/>
        </w:rPr>
        <w:t>ul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...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&lt;/</w:t>
      </w:r>
      <w:r w:rsidR="00411720">
        <w:rPr>
          <w:rFonts w:asciiTheme="minorHAnsi" w:eastAsia="Times New Roman" w:hAnsiTheme="minorHAnsi" w:cs="Consolas"/>
          <w:color w:val="823125"/>
          <w:szCs w:val="20"/>
        </w:rPr>
        <w:t>ul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  = define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ș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te începutul 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ș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>i sfâr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ș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itul </w:t>
      </w:r>
      <w:r w:rsidR="00411720">
        <w:rPr>
          <w:rFonts w:asciiTheme="minorHAnsi" w:eastAsia="Times New Roman" w:hAnsiTheme="minorHAnsi" w:cs="Consolas"/>
          <w:color w:val="000000"/>
          <w:szCs w:val="20"/>
        </w:rPr>
        <w:t>unei liste neordonate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>;</w:t>
      </w:r>
    </w:p>
    <w:p w:rsidR="00B04161" w:rsidRPr="00B04161" w:rsidRDefault="00B04161" w:rsidP="00B04161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411720">
        <w:rPr>
          <w:rFonts w:asciiTheme="minorHAnsi" w:eastAsia="Times New Roman" w:hAnsiTheme="minorHAnsi" w:cs="Consolas"/>
          <w:color w:val="823125"/>
          <w:szCs w:val="20"/>
        </w:rPr>
        <w:t>ol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...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&lt;/</w:t>
      </w:r>
      <w:r w:rsidR="00411720">
        <w:rPr>
          <w:rFonts w:asciiTheme="minorHAnsi" w:eastAsia="Times New Roman" w:hAnsiTheme="minorHAnsi" w:cs="Consolas"/>
          <w:color w:val="823125"/>
          <w:szCs w:val="20"/>
        </w:rPr>
        <w:t>ol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  = </w:t>
      </w:r>
      <w:r w:rsidR="00411720" w:rsidRPr="00B04161">
        <w:rPr>
          <w:rFonts w:asciiTheme="minorHAnsi" w:eastAsia="Times New Roman" w:hAnsiTheme="minorHAnsi" w:cs="Consolas"/>
          <w:color w:val="000000"/>
          <w:szCs w:val="20"/>
        </w:rPr>
        <w:t>define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ș</w:t>
      </w:r>
      <w:r w:rsidR="00411720" w:rsidRPr="00B04161">
        <w:rPr>
          <w:rFonts w:asciiTheme="minorHAnsi" w:eastAsia="Times New Roman" w:hAnsiTheme="minorHAnsi" w:cs="Consolas"/>
          <w:color w:val="000000"/>
          <w:szCs w:val="20"/>
        </w:rPr>
        <w:t xml:space="preserve">te începutul 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ș</w:t>
      </w:r>
      <w:r w:rsidR="00411720" w:rsidRPr="00B04161">
        <w:rPr>
          <w:rFonts w:asciiTheme="minorHAnsi" w:eastAsia="Times New Roman" w:hAnsiTheme="minorHAnsi" w:cs="Consolas"/>
          <w:color w:val="000000"/>
          <w:szCs w:val="20"/>
        </w:rPr>
        <w:t>i sfâr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ș</w:t>
      </w:r>
      <w:r w:rsidR="00411720" w:rsidRPr="00B04161">
        <w:rPr>
          <w:rFonts w:asciiTheme="minorHAnsi" w:eastAsia="Times New Roman" w:hAnsiTheme="minorHAnsi" w:cs="Consolas"/>
          <w:color w:val="000000"/>
          <w:szCs w:val="20"/>
        </w:rPr>
        <w:t xml:space="preserve">itul </w:t>
      </w:r>
      <w:r w:rsidR="00411720">
        <w:rPr>
          <w:rFonts w:asciiTheme="minorHAnsi" w:eastAsia="Times New Roman" w:hAnsiTheme="minorHAnsi" w:cs="Consolas"/>
          <w:color w:val="000000"/>
          <w:szCs w:val="20"/>
        </w:rPr>
        <w:t>unei liste ordonate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>;</w:t>
      </w:r>
    </w:p>
    <w:p w:rsidR="00E77C5A" w:rsidRPr="00B04161" w:rsidRDefault="00E77C5A" w:rsidP="00E77C5A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>
        <w:rPr>
          <w:rFonts w:asciiTheme="minorHAnsi" w:eastAsia="Times New Roman" w:hAnsiTheme="minorHAnsi" w:cs="Consolas"/>
          <w:color w:val="823125"/>
          <w:szCs w:val="20"/>
        </w:rPr>
        <w:t>li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...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&lt;/</w:t>
      </w:r>
      <w:r>
        <w:rPr>
          <w:rFonts w:asciiTheme="minorHAnsi" w:eastAsia="Times New Roman" w:hAnsiTheme="minorHAnsi" w:cs="Consolas"/>
          <w:color w:val="823125"/>
          <w:szCs w:val="20"/>
        </w:rPr>
        <w:t>li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  = d</w:t>
      </w:r>
      <w:r>
        <w:rPr>
          <w:rFonts w:asciiTheme="minorHAnsi" w:eastAsia="Times New Roman" w:hAnsiTheme="minorHAnsi" w:cs="Consolas"/>
          <w:color w:val="000000"/>
          <w:szCs w:val="20"/>
        </w:rPr>
        <w:t>efine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ș</w:t>
      </w:r>
      <w:r>
        <w:rPr>
          <w:rFonts w:asciiTheme="minorHAnsi" w:eastAsia="Times New Roman" w:hAnsiTheme="minorHAnsi" w:cs="Consolas"/>
          <w:color w:val="000000"/>
          <w:szCs w:val="20"/>
        </w:rPr>
        <w:t>te un element al unei liste ordonate sau neordonate;</w:t>
      </w:r>
    </w:p>
    <w:p w:rsidR="00B04161" w:rsidRPr="00B04161" w:rsidRDefault="00B04161" w:rsidP="00B04161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411720">
        <w:rPr>
          <w:rFonts w:asciiTheme="minorHAnsi" w:eastAsia="Times New Roman" w:hAnsiTheme="minorHAnsi" w:cs="Consolas"/>
          <w:color w:val="823125"/>
          <w:szCs w:val="20"/>
        </w:rPr>
        <w:t>dl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...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&lt;/</w:t>
      </w:r>
      <w:r w:rsidR="00411720">
        <w:rPr>
          <w:rFonts w:asciiTheme="minorHAnsi" w:eastAsia="Times New Roman" w:hAnsiTheme="minorHAnsi" w:cs="Consolas"/>
          <w:color w:val="823125"/>
          <w:szCs w:val="20"/>
        </w:rPr>
        <w:t>dl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  = </w:t>
      </w:r>
      <w:r w:rsidR="00411720" w:rsidRPr="00B04161">
        <w:rPr>
          <w:rFonts w:asciiTheme="minorHAnsi" w:eastAsia="Times New Roman" w:hAnsiTheme="minorHAnsi" w:cs="Consolas"/>
          <w:color w:val="000000"/>
          <w:szCs w:val="20"/>
        </w:rPr>
        <w:t>define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ș</w:t>
      </w:r>
      <w:r w:rsidR="00411720" w:rsidRPr="00B04161">
        <w:rPr>
          <w:rFonts w:asciiTheme="minorHAnsi" w:eastAsia="Times New Roman" w:hAnsiTheme="minorHAnsi" w:cs="Consolas"/>
          <w:color w:val="000000"/>
          <w:szCs w:val="20"/>
        </w:rPr>
        <w:t xml:space="preserve">te începutul 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ș</w:t>
      </w:r>
      <w:r w:rsidR="00411720" w:rsidRPr="00B04161">
        <w:rPr>
          <w:rFonts w:asciiTheme="minorHAnsi" w:eastAsia="Times New Roman" w:hAnsiTheme="minorHAnsi" w:cs="Consolas"/>
          <w:color w:val="000000"/>
          <w:szCs w:val="20"/>
        </w:rPr>
        <w:t>i sfâr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ș</w:t>
      </w:r>
      <w:r w:rsidR="00411720" w:rsidRPr="00B04161">
        <w:rPr>
          <w:rFonts w:asciiTheme="minorHAnsi" w:eastAsia="Times New Roman" w:hAnsiTheme="minorHAnsi" w:cs="Consolas"/>
          <w:color w:val="000000"/>
          <w:szCs w:val="20"/>
        </w:rPr>
        <w:t xml:space="preserve">itul </w:t>
      </w:r>
      <w:r w:rsidR="00411720">
        <w:rPr>
          <w:rFonts w:asciiTheme="minorHAnsi" w:eastAsia="Times New Roman" w:hAnsiTheme="minorHAnsi" w:cs="Consolas"/>
          <w:color w:val="000000"/>
          <w:szCs w:val="20"/>
        </w:rPr>
        <w:t>unei liste de defini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ț</w:t>
      </w:r>
      <w:r w:rsidR="00411720">
        <w:rPr>
          <w:rFonts w:asciiTheme="minorHAnsi" w:eastAsia="Times New Roman" w:hAnsiTheme="minorHAnsi" w:cs="Consolas"/>
          <w:color w:val="000000"/>
          <w:szCs w:val="20"/>
        </w:rPr>
        <w:t>ii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>;</w:t>
      </w:r>
    </w:p>
    <w:p w:rsidR="00B04161" w:rsidRPr="00B04161" w:rsidRDefault="00B04161" w:rsidP="00B04161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E77C5A">
        <w:rPr>
          <w:rFonts w:asciiTheme="minorHAnsi" w:eastAsia="Times New Roman" w:hAnsiTheme="minorHAnsi" w:cs="Consolas"/>
          <w:color w:val="823125"/>
          <w:szCs w:val="20"/>
        </w:rPr>
        <w:t>dt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...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&lt;/</w:t>
      </w:r>
      <w:r w:rsidR="00E77C5A">
        <w:rPr>
          <w:rFonts w:asciiTheme="minorHAnsi" w:eastAsia="Times New Roman" w:hAnsiTheme="minorHAnsi" w:cs="Consolas"/>
          <w:color w:val="823125"/>
          <w:szCs w:val="20"/>
        </w:rPr>
        <w:t>dt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  =</w:t>
      </w:r>
      <w:r w:rsidR="00E77C5A">
        <w:rPr>
          <w:rFonts w:asciiTheme="minorHAnsi" w:eastAsia="Times New Roman" w:hAnsiTheme="minorHAnsi" w:cs="Consolas"/>
          <w:color w:val="000000"/>
          <w:szCs w:val="20"/>
        </w:rPr>
        <w:t xml:space="preserve"> define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ș</w:t>
      </w:r>
      <w:r w:rsidR="00E77C5A">
        <w:rPr>
          <w:rFonts w:asciiTheme="minorHAnsi" w:eastAsia="Times New Roman" w:hAnsiTheme="minorHAnsi" w:cs="Consolas"/>
          <w:color w:val="000000"/>
          <w:szCs w:val="20"/>
        </w:rPr>
        <w:t>te un termen dintr-o listă de defini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ț</w:t>
      </w:r>
      <w:r w:rsidR="00E77C5A">
        <w:rPr>
          <w:rFonts w:asciiTheme="minorHAnsi" w:eastAsia="Times New Roman" w:hAnsiTheme="minorHAnsi" w:cs="Consolas"/>
          <w:color w:val="000000"/>
          <w:szCs w:val="20"/>
        </w:rPr>
        <w:t>ii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>;</w:t>
      </w:r>
    </w:p>
    <w:p w:rsidR="00114EFB" w:rsidRPr="00E77C5A" w:rsidRDefault="00B04161" w:rsidP="00E77C5A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E77C5A">
        <w:rPr>
          <w:rFonts w:asciiTheme="minorHAnsi" w:eastAsia="Times New Roman" w:hAnsiTheme="minorHAnsi" w:cs="Consolas"/>
          <w:color w:val="823125"/>
          <w:szCs w:val="20"/>
        </w:rPr>
        <w:t>dd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...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&lt;/</w:t>
      </w:r>
      <w:r w:rsidR="00E77C5A">
        <w:rPr>
          <w:rFonts w:asciiTheme="minorHAnsi" w:eastAsia="Times New Roman" w:hAnsiTheme="minorHAnsi" w:cs="Consolas"/>
          <w:color w:val="823125"/>
          <w:szCs w:val="20"/>
        </w:rPr>
        <w:t>dd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  =</w:t>
      </w:r>
      <w:r w:rsidR="00E77C5A">
        <w:rPr>
          <w:rFonts w:asciiTheme="minorHAnsi" w:eastAsia="Times New Roman" w:hAnsiTheme="minorHAnsi" w:cs="Consolas"/>
          <w:color w:val="000000"/>
          <w:szCs w:val="20"/>
        </w:rPr>
        <w:t xml:space="preserve"> define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ș</w:t>
      </w:r>
      <w:r w:rsidR="00E77C5A">
        <w:rPr>
          <w:rFonts w:asciiTheme="minorHAnsi" w:eastAsia="Times New Roman" w:hAnsiTheme="minorHAnsi" w:cs="Consolas"/>
          <w:color w:val="000000"/>
          <w:szCs w:val="20"/>
        </w:rPr>
        <w:t>te descrierea (defini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ț</w:t>
      </w:r>
      <w:r w:rsidR="00E77C5A">
        <w:rPr>
          <w:rFonts w:asciiTheme="minorHAnsi" w:eastAsia="Times New Roman" w:hAnsiTheme="minorHAnsi" w:cs="Consolas"/>
          <w:color w:val="000000"/>
          <w:szCs w:val="20"/>
        </w:rPr>
        <w:t>ia) unui termen dintr-o listă de defini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ț</w:t>
      </w:r>
      <w:r w:rsidR="00E77C5A">
        <w:rPr>
          <w:rFonts w:asciiTheme="minorHAnsi" w:eastAsia="Times New Roman" w:hAnsiTheme="minorHAnsi" w:cs="Consolas"/>
          <w:color w:val="000000"/>
          <w:szCs w:val="20"/>
        </w:rPr>
        <w:t>ii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>.</w:t>
      </w:r>
    </w:p>
    <w:p w:rsidR="00EF01C1" w:rsidRDefault="00EF01C1" w:rsidP="00307991">
      <w:pPr>
        <w:rPr>
          <w:rFonts w:asciiTheme="minorHAnsi" w:eastAsia="Times New Roman" w:hAnsiTheme="minorHAnsi" w:cs="Consolas"/>
          <w:color w:val="000000"/>
          <w:szCs w:val="20"/>
        </w:rPr>
      </w:pPr>
    </w:p>
    <w:p w:rsidR="00EF01C1" w:rsidRDefault="00EF01C1" w:rsidP="00EF01C1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EF01C1">
        <w:rPr>
          <w:rFonts w:asciiTheme="minorHAnsi" w:eastAsia="Times New Roman" w:hAnsiTheme="minorHAnsi" w:cs="Consolas"/>
          <w:b/>
          <w:color w:val="000000"/>
          <w:szCs w:val="20"/>
        </w:rPr>
        <w:t>Exemple:</w:t>
      </w:r>
      <w:r w:rsidR="00BD2B1C">
        <w:rPr>
          <w:rFonts w:asciiTheme="minorHAnsi" w:eastAsia="Times New Roman" w:hAnsiTheme="minorHAnsi" w:cs="Consolas"/>
          <w:color w:val="000000"/>
          <w:szCs w:val="20"/>
        </w:rPr>
        <w:t xml:space="preserve"> (</w:t>
      </w:r>
      <w:r w:rsidR="00237C33">
        <w:rPr>
          <w:rFonts w:asciiTheme="minorHAnsi" w:eastAsia="Times New Roman" w:hAnsiTheme="minorHAnsi" w:cs="Consolas"/>
          <w:color w:val="000000"/>
          <w:szCs w:val="20"/>
        </w:rPr>
        <w:t>încerca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ț</w:t>
      </w:r>
      <w:r w:rsidR="00237C33">
        <w:rPr>
          <w:rFonts w:asciiTheme="minorHAnsi" w:eastAsia="Times New Roman" w:hAnsiTheme="minorHAnsi" w:cs="Consolas"/>
          <w:color w:val="000000"/>
          <w:szCs w:val="20"/>
        </w:rPr>
        <w:t>i</w:t>
      </w:r>
      <w:r w:rsidR="00BD2B1C">
        <w:rPr>
          <w:rFonts w:asciiTheme="minorHAnsi" w:eastAsia="Times New Roman" w:hAnsiTheme="minorHAnsi" w:cs="Consolas"/>
          <w:color w:val="000000"/>
          <w:szCs w:val="20"/>
        </w:rPr>
        <w:t>-le pe calculatoarele voastre pentru a vedea ce se afi</w:t>
      </w:r>
      <w:r w:rsidR="003A05CC">
        <w:rPr>
          <w:rFonts w:asciiTheme="minorHAnsi" w:eastAsia="Times New Roman" w:hAnsiTheme="minorHAnsi" w:cs="Consolas"/>
          <w:color w:val="000000"/>
          <w:szCs w:val="20"/>
        </w:rPr>
        <w:t>ș</w:t>
      </w:r>
      <w:r w:rsidR="00BD2B1C">
        <w:rPr>
          <w:rFonts w:asciiTheme="minorHAnsi" w:eastAsia="Times New Roman" w:hAnsiTheme="minorHAnsi" w:cs="Consolas"/>
          <w:color w:val="000000"/>
          <w:szCs w:val="20"/>
        </w:rPr>
        <w:t>ează)</w:t>
      </w:r>
    </w:p>
    <w:p w:rsidR="00DF5642" w:rsidRDefault="00BB3B0D" w:rsidP="00F34AF5">
      <w:pPr>
        <w:pStyle w:val="ListParagraph"/>
      </w:pPr>
      <w:r>
        <w:t>Listă neordonată (ordinea elementelor nu este importantă):</w:t>
      </w:r>
    </w:p>
    <w:p w:rsidR="00BB3B0D" w:rsidRPr="00BB3B0D" w:rsidRDefault="00BB3B0D" w:rsidP="00501A69">
      <w:pPr>
        <w:shd w:val="clear" w:color="auto" w:fill="FFFFFF"/>
        <w:tabs>
          <w:tab w:val="left" w:pos="426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BB3B0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BB3B0D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BB3B0D" w:rsidRPr="00BB3B0D" w:rsidRDefault="00BB3B0D" w:rsidP="00501A69">
      <w:pPr>
        <w:shd w:val="clear" w:color="auto" w:fill="FFFFFF"/>
        <w:tabs>
          <w:tab w:val="left" w:pos="426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BB3B0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BB3B0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BB3B0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BB3B0D">
        <w:rPr>
          <w:rFonts w:ascii="Consolas" w:eastAsia="Times New Roman" w:hAnsi="Consolas" w:cs="Consolas"/>
          <w:color w:val="000000"/>
          <w:sz w:val="16"/>
          <w:szCs w:val="16"/>
        </w:rPr>
        <w:t xml:space="preserve"> lapte </w:t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BB3B0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BB3B0D" w:rsidRPr="00BB3B0D" w:rsidRDefault="00BB3B0D" w:rsidP="00501A69">
      <w:pPr>
        <w:shd w:val="clear" w:color="auto" w:fill="FFFFFF"/>
        <w:tabs>
          <w:tab w:val="left" w:pos="426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BB3B0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BB3B0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BB3B0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BB3B0D">
        <w:rPr>
          <w:rFonts w:ascii="Consolas" w:eastAsia="Times New Roman" w:hAnsi="Consolas" w:cs="Consolas"/>
          <w:color w:val="000000"/>
          <w:sz w:val="16"/>
          <w:szCs w:val="16"/>
        </w:rPr>
        <w:t xml:space="preserve"> carne </w:t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BB3B0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BB3B0D" w:rsidRPr="00BB3B0D" w:rsidRDefault="00BB3B0D" w:rsidP="00501A69">
      <w:pPr>
        <w:shd w:val="clear" w:color="auto" w:fill="FFFFFF"/>
        <w:tabs>
          <w:tab w:val="left" w:pos="426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BB3B0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BB3B0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BB3B0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BB3B0D">
        <w:rPr>
          <w:rFonts w:ascii="Consolas" w:eastAsia="Times New Roman" w:hAnsi="Consolas" w:cs="Consolas"/>
          <w:color w:val="000000"/>
          <w:sz w:val="16"/>
          <w:szCs w:val="16"/>
        </w:rPr>
        <w:t xml:space="preserve"> brânză </w:t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BB3B0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BB3B0D" w:rsidRPr="00BB3B0D" w:rsidRDefault="00BB3B0D" w:rsidP="00501A69">
      <w:pPr>
        <w:shd w:val="clear" w:color="auto" w:fill="FFFFFF"/>
        <w:tabs>
          <w:tab w:val="left" w:pos="426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BB3B0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BB3B0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BB3B0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BB3B0D">
        <w:rPr>
          <w:rFonts w:ascii="Consolas" w:eastAsia="Times New Roman" w:hAnsi="Consolas" w:cs="Consolas"/>
          <w:color w:val="000000"/>
          <w:sz w:val="16"/>
          <w:szCs w:val="16"/>
        </w:rPr>
        <w:t xml:space="preserve"> ouă </w:t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BB3B0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BB3B0D" w:rsidRPr="00BB3B0D" w:rsidRDefault="00BB3B0D" w:rsidP="00501A69">
      <w:pPr>
        <w:shd w:val="clear" w:color="auto" w:fill="FFFFFF"/>
        <w:tabs>
          <w:tab w:val="left" w:pos="426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BB3B0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BB3B0D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BB3B0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BB3B0D" w:rsidRDefault="00F35EFB" w:rsidP="00F34AF5">
      <w:pPr>
        <w:pStyle w:val="ListParagraph"/>
      </w:pPr>
      <w:r>
        <w:t>Listă ordonată (ordinea elementelor este importantă):</w:t>
      </w:r>
    </w:p>
    <w:p w:rsidR="00F35EFB" w:rsidRPr="00F35EFB" w:rsidRDefault="00F35EFB" w:rsidP="00F35EFB">
      <w:pPr>
        <w:shd w:val="clear" w:color="auto" w:fill="FFFFFF"/>
        <w:tabs>
          <w:tab w:val="left" w:pos="426"/>
          <w:tab w:val="left" w:pos="127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F35E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F35EFB">
        <w:rPr>
          <w:rFonts w:ascii="Consolas" w:eastAsia="Times New Roman" w:hAnsi="Consolas" w:cs="Consolas"/>
          <w:color w:val="823125"/>
          <w:sz w:val="16"/>
          <w:szCs w:val="16"/>
        </w:rPr>
        <w:t>ol</w:t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F35EFB" w:rsidRPr="00F35EFB" w:rsidRDefault="00F35EFB" w:rsidP="00F35EFB">
      <w:pPr>
        <w:shd w:val="clear" w:color="auto" w:fill="FFFFFF"/>
        <w:tabs>
          <w:tab w:val="left" w:pos="426"/>
          <w:tab w:val="left" w:pos="127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F35E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35E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F35EFB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F35EFB">
        <w:rPr>
          <w:rFonts w:ascii="Consolas" w:eastAsia="Times New Roman" w:hAnsi="Consolas" w:cs="Consolas"/>
          <w:color w:val="000000"/>
          <w:sz w:val="16"/>
          <w:szCs w:val="16"/>
        </w:rPr>
        <w:t xml:space="preserve"> speli ouăle </w:t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F35EFB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F35EFB" w:rsidRPr="00F35EFB" w:rsidRDefault="00F35EFB" w:rsidP="00F35EFB">
      <w:pPr>
        <w:shd w:val="clear" w:color="auto" w:fill="FFFFFF"/>
        <w:tabs>
          <w:tab w:val="left" w:pos="426"/>
          <w:tab w:val="left" w:pos="127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F35E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35E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F35EFB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F35EFB">
        <w:rPr>
          <w:rFonts w:ascii="Consolas" w:eastAsia="Times New Roman" w:hAnsi="Consolas" w:cs="Consolas"/>
          <w:color w:val="000000"/>
          <w:sz w:val="16"/>
          <w:szCs w:val="16"/>
        </w:rPr>
        <w:t xml:space="preserve"> prepari compozi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ț</w:t>
      </w:r>
      <w:r w:rsidRPr="00F35EFB">
        <w:rPr>
          <w:rFonts w:ascii="Consolas" w:eastAsia="Times New Roman" w:hAnsi="Consolas" w:cs="Consolas"/>
          <w:color w:val="000000"/>
          <w:sz w:val="16"/>
          <w:szCs w:val="16"/>
        </w:rPr>
        <w:t xml:space="preserve">ia </w:t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F35EFB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F35EFB" w:rsidRPr="00F35EFB" w:rsidRDefault="00F35EFB" w:rsidP="00F35EFB">
      <w:pPr>
        <w:shd w:val="clear" w:color="auto" w:fill="FFFFFF"/>
        <w:tabs>
          <w:tab w:val="left" w:pos="426"/>
          <w:tab w:val="left" w:pos="127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F35E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35E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F35EFB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F35EFB">
        <w:rPr>
          <w:rFonts w:ascii="Consolas" w:eastAsia="Times New Roman" w:hAnsi="Consolas" w:cs="Consolas"/>
          <w:color w:val="000000"/>
          <w:sz w:val="16"/>
          <w:szCs w:val="16"/>
        </w:rPr>
        <w:t xml:space="preserve"> prăje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ș</w:t>
      </w:r>
      <w:r w:rsidRPr="00F35EFB">
        <w:rPr>
          <w:rFonts w:ascii="Consolas" w:eastAsia="Times New Roman" w:hAnsi="Consolas" w:cs="Consolas"/>
          <w:color w:val="000000"/>
          <w:sz w:val="16"/>
          <w:szCs w:val="16"/>
        </w:rPr>
        <w:t xml:space="preserve">ti omleta </w:t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F35EFB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F35EFB" w:rsidRPr="00F35EFB" w:rsidRDefault="00F35EFB" w:rsidP="00F35EFB">
      <w:pPr>
        <w:shd w:val="clear" w:color="auto" w:fill="FFFFFF"/>
        <w:tabs>
          <w:tab w:val="left" w:pos="426"/>
          <w:tab w:val="left" w:pos="127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F35E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35E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F35EFB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F35EFB">
        <w:rPr>
          <w:rFonts w:ascii="Consolas" w:eastAsia="Times New Roman" w:hAnsi="Consolas" w:cs="Consolas"/>
          <w:color w:val="000000"/>
          <w:sz w:val="16"/>
          <w:szCs w:val="16"/>
        </w:rPr>
        <w:t xml:space="preserve"> serve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ș</w:t>
      </w:r>
      <w:r w:rsidRPr="00F35EFB">
        <w:rPr>
          <w:rFonts w:ascii="Consolas" w:eastAsia="Times New Roman" w:hAnsi="Consolas" w:cs="Consolas"/>
          <w:color w:val="000000"/>
          <w:sz w:val="16"/>
          <w:szCs w:val="16"/>
        </w:rPr>
        <w:t xml:space="preserve">ti omleta </w:t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F35EFB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F35EFB" w:rsidRPr="00F35EFB" w:rsidRDefault="00F35EFB" w:rsidP="00F35EFB">
      <w:pPr>
        <w:shd w:val="clear" w:color="auto" w:fill="FFFFFF"/>
        <w:tabs>
          <w:tab w:val="left" w:pos="426"/>
          <w:tab w:val="left" w:pos="127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F35E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F35EFB">
        <w:rPr>
          <w:rFonts w:ascii="Consolas" w:eastAsia="Times New Roman" w:hAnsi="Consolas" w:cs="Consolas"/>
          <w:color w:val="823125"/>
          <w:sz w:val="16"/>
          <w:szCs w:val="16"/>
        </w:rPr>
        <w:t>ol</w:t>
      </w:r>
      <w:r w:rsidRPr="00F35EFB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547A3" w:rsidRDefault="001547A3" w:rsidP="001547A3">
      <w:pPr>
        <w:pStyle w:val="ListParagraph"/>
        <w:rPr>
          <w:rFonts w:eastAsia="Times New Roman"/>
        </w:rPr>
      </w:pPr>
      <w:r w:rsidRPr="001547A3">
        <w:rPr>
          <w:rFonts w:eastAsia="Times New Roman"/>
        </w:rPr>
        <w:t>Listă de defini</w:t>
      </w:r>
      <w:r w:rsidR="003A05CC">
        <w:rPr>
          <w:rFonts w:eastAsia="Times New Roman"/>
        </w:rPr>
        <w:t>ț</w:t>
      </w:r>
      <w:r w:rsidRPr="001547A3">
        <w:rPr>
          <w:rFonts w:eastAsia="Times New Roman"/>
        </w:rPr>
        <w:t>ii</w:t>
      </w:r>
      <w:r>
        <w:rPr>
          <w:rFonts w:eastAsia="Times New Roman"/>
        </w:rPr>
        <w:t>:</w:t>
      </w:r>
    </w:p>
    <w:p w:rsidR="001547A3" w:rsidRPr="001547A3" w:rsidRDefault="001547A3" w:rsidP="001547A3">
      <w:pPr>
        <w:shd w:val="clear" w:color="auto" w:fill="FFFFFF"/>
        <w:tabs>
          <w:tab w:val="left" w:pos="42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dl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547A3" w:rsidRPr="001547A3" w:rsidRDefault="001547A3" w:rsidP="001547A3">
      <w:pPr>
        <w:shd w:val="clear" w:color="auto" w:fill="FFFFFF"/>
        <w:tabs>
          <w:tab w:val="left" w:pos="42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dt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>Spam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dt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547A3" w:rsidRPr="001547A3" w:rsidRDefault="001547A3" w:rsidP="001547A3">
      <w:pPr>
        <w:shd w:val="clear" w:color="auto" w:fill="FFFFFF"/>
        <w:tabs>
          <w:tab w:val="left" w:pos="42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dd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>Mesaje nesolicitate primite în căsu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ț</w:t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>a po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ș</w:t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>tală.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dd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547A3" w:rsidRPr="001547A3" w:rsidRDefault="001547A3" w:rsidP="001547A3">
      <w:pPr>
        <w:shd w:val="clear" w:color="auto" w:fill="FFFFFF"/>
        <w:tabs>
          <w:tab w:val="left" w:pos="42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dt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>Casă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dt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547A3" w:rsidRPr="001547A3" w:rsidRDefault="001547A3" w:rsidP="001547A3">
      <w:pPr>
        <w:shd w:val="clear" w:color="auto" w:fill="FFFFFF"/>
        <w:tabs>
          <w:tab w:val="left" w:pos="42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dt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>Locuin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ț</w:t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>ă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dt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547A3" w:rsidRPr="001547A3" w:rsidRDefault="001547A3" w:rsidP="001547A3">
      <w:pPr>
        <w:shd w:val="clear" w:color="auto" w:fill="FFFFFF"/>
        <w:tabs>
          <w:tab w:val="left" w:pos="42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dd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>Construc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ț</w:t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>ie în care vie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ț</w:t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>uiesc oameni.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dd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547A3" w:rsidRPr="001547A3" w:rsidRDefault="001547A3" w:rsidP="001547A3">
      <w:pPr>
        <w:shd w:val="clear" w:color="auto" w:fill="FFFFFF"/>
        <w:tabs>
          <w:tab w:val="left" w:pos="42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dt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>Mare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dt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547A3" w:rsidRPr="001547A3" w:rsidRDefault="001547A3" w:rsidP="001547A3">
      <w:pPr>
        <w:shd w:val="clear" w:color="auto" w:fill="FFFFFF"/>
        <w:tabs>
          <w:tab w:val="left" w:pos="42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dd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>Care depă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ș</w:t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>e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ș</w:t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>te dimensiunile obi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ș</w:t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>nuite.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dd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547A3" w:rsidRPr="001547A3" w:rsidRDefault="001547A3" w:rsidP="001547A3">
      <w:pPr>
        <w:shd w:val="clear" w:color="auto" w:fill="FFFFFF"/>
        <w:tabs>
          <w:tab w:val="left" w:pos="42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dd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 xml:space="preserve">Întindere vastă de apă adâncă 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ș</w:t>
      </w: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>i sărată.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dd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547A3" w:rsidRPr="001547A3" w:rsidRDefault="001547A3" w:rsidP="001547A3">
      <w:pPr>
        <w:shd w:val="clear" w:color="auto" w:fill="FFFFFF"/>
        <w:tabs>
          <w:tab w:val="left" w:pos="42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547A3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547A3">
        <w:rPr>
          <w:rFonts w:ascii="Consolas" w:eastAsia="Times New Roman" w:hAnsi="Consolas" w:cs="Consolas"/>
          <w:color w:val="823125"/>
          <w:sz w:val="16"/>
          <w:szCs w:val="16"/>
        </w:rPr>
        <w:t>dl</w:t>
      </w:r>
      <w:r w:rsidRPr="001547A3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B34DC" w:rsidRDefault="001B34DC" w:rsidP="001B34DC">
      <w:pPr>
        <w:pStyle w:val="ListParagraph"/>
      </w:pPr>
      <w:r>
        <w:t>Exemplu de listă imbricată (listă neordonată într-o listă neordonată):</w:t>
      </w:r>
    </w:p>
    <w:p w:rsidR="001B34DC" w:rsidRPr="001B34DC" w:rsidRDefault="001B34DC" w:rsidP="001B34DC">
      <w:pPr>
        <w:shd w:val="clear" w:color="auto" w:fill="FFFFFF"/>
        <w:tabs>
          <w:tab w:val="left" w:pos="426"/>
          <w:tab w:val="left" w:pos="1276"/>
          <w:tab w:val="left" w:pos="1701"/>
          <w:tab w:val="left" w:pos="2127"/>
          <w:tab w:val="left" w:pos="255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B34DC" w:rsidRPr="001B34DC" w:rsidRDefault="001B34DC" w:rsidP="001B34DC">
      <w:pPr>
        <w:shd w:val="clear" w:color="auto" w:fill="FFFFFF"/>
        <w:tabs>
          <w:tab w:val="left" w:pos="426"/>
          <w:tab w:val="left" w:pos="1276"/>
          <w:tab w:val="left" w:pos="1701"/>
          <w:tab w:val="left" w:pos="2127"/>
          <w:tab w:val="left" w:pos="255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>Cafea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B34DC" w:rsidRPr="001B34DC" w:rsidRDefault="001B34DC" w:rsidP="001B34DC">
      <w:pPr>
        <w:shd w:val="clear" w:color="auto" w:fill="FFFFFF"/>
        <w:tabs>
          <w:tab w:val="left" w:pos="426"/>
          <w:tab w:val="left" w:pos="1276"/>
          <w:tab w:val="left" w:pos="1701"/>
          <w:tab w:val="left" w:pos="2127"/>
          <w:tab w:val="left" w:pos="255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>Ceai</w:t>
      </w:r>
    </w:p>
    <w:p w:rsidR="001B34DC" w:rsidRPr="001B34DC" w:rsidRDefault="001B34DC" w:rsidP="001B34DC">
      <w:pPr>
        <w:shd w:val="clear" w:color="auto" w:fill="FFFFFF"/>
        <w:tabs>
          <w:tab w:val="left" w:pos="426"/>
          <w:tab w:val="left" w:pos="1276"/>
          <w:tab w:val="left" w:pos="1701"/>
          <w:tab w:val="left" w:pos="2127"/>
          <w:tab w:val="left" w:pos="255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B34DC" w:rsidRPr="001B34DC" w:rsidRDefault="001B34DC" w:rsidP="001B34DC">
      <w:pPr>
        <w:shd w:val="clear" w:color="auto" w:fill="FFFFFF"/>
        <w:tabs>
          <w:tab w:val="left" w:pos="426"/>
          <w:tab w:val="left" w:pos="1276"/>
          <w:tab w:val="left" w:pos="1701"/>
          <w:tab w:val="left" w:pos="2127"/>
          <w:tab w:val="left" w:pos="255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>Ceai negru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B34DC" w:rsidRPr="001B34DC" w:rsidRDefault="001B34DC" w:rsidP="001B34DC">
      <w:pPr>
        <w:shd w:val="clear" w:color="auto" w:fill="FFFFFF"/>
        <w:tabs>
          <w:tab w:val="left" w:pos="426"/>
          <w:tab w:val="left" w:pos="1276"/>
          <w:tab w:val="left" w:pos="1701"/>
          <w:tab w:val="left" w:pos="2127"/>
          <w:tab w:val="left" w:pos="255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>Ceai verde</w:t>
      </w:r>
    </w:p>
    <w:p w:rsidR="001B34DC" w:rsidRPr="001B34DC" w:rsidRDefault="001B34DC" w:rsidP="001B34DC">
      <w:pPr>
        <w:shd w:val="clear" w:color="auto" w:fill="FFFFFF"/>
        <w:tabs>
          <w:tab w:val="left" w:pos="426"/>
          <w:tab w:val="left" w:pos="1276"/>
          <w:tab w:val="left" w:pos="1701"/>
          <w:tab w:val="left" w:pos="2127"/>
          <w:tab w:val="left" w:pos="255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lastRenderedPageBreak/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B34DC" w:rsidRPr="001B34DC" w:rsidRDefault="001B34DC" w:rsidP="001B34DC">
      <w:pPr>
        <w:shd w:val="clear" w:color="auto" w:fill="FFFFFF"/>
        <w:tabs>
          <w:tab w:val="left" w:pos="426"/>
          <w:tab w:val="left" w:pos="1276"/>
          <w:tab w:val="left" w:pos="1701"/>
          <w:tab w:val="left" w:pos="2127"/>
          <w:tab w:val="left" w:pos="255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="0013535E" w:rsidRPr="0013535E">
        <w:rPr>
          <w:rFonts w:ascii="Consolas" w:eastAsia="Times New Roman" w:hAnsi="Consolas" w:cs="Consolas"/>
          <w:color w:val="000000"/>
          <w:sz w:val="16"/>
          <w:szCs w:val="16"/>
        </w:rPr>
        <w:t>din</w:t>
      </w:r>
      <w:r w:rsidR="0013535E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>China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B34DC" w:rsidRPr="001B34DC" w:rsidRDefault="001B34DC" w:rsidP="001B34DC">
      <w:pPr>
        <w:shd w:val="clear" w:color="auto" w:fill="FFFFFF"/>
        <w:tabs>
          <w:tab w:val="left" w:pos="426"/>
          <w:tab w:val="left" w:pos="1276"/>
          <w:tab w:val="left" w:pos="1701"/>
          <w:tab w:val="left" w:pos="2127"/>
          <w:tab w:val="left" w:pos="255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="0013535E">
        <w:rPr>
          <w:rFonts w:ascii="Consolas" w:eastAsia="Times New Roman" w:hAnsi="Consolas" w:cs="Consolas"/>
          <w:color w:val="000000"/>
          <w:sz w:val="16"/>
          <w:szCs w:val="16"/>
        </w:rPr>
        <w:t>din A</w:t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>frica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B34DC" w:rsidRPr="001B34DC" w:rsidRDefault="001B34DC" w:rsidP="001B34DC">
      <w:pPr>
        <w:shd w:val="clear" w:color="auto" w:fill="FFFFFF"/>
        <w:tabs>
          <w:tab w:val="left" w:pos="426"/>
          <w:tab w:val="left" w:pos="1276"/>
          <w:tab w:val="left" w:pos="1701"/>
          <w:tab w:val="left" w:pos="2127"/>
          <w:tab w:val="left" w:pos="255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B34DC" w:rsidRPr="001B34DC" w:rsidRDefault="001B34DC" w:rsidP="001B34DC">
      <w:pPr>
        <w:shd w:val="clear" w:color="auto" w:fill="FFFFFF"/>
        <w:tabs>
          <w:tab w:val="left" w:pos="426"/>
          <w:tab w:val="left" w:pos="1276"/>
          <w:tab w:val="left" w:pos="1701"/>
          <w:tab w:val="left" w:pos="2127"/>
          <w:tab w:val="left" w:pos="255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B34DC" w:rsidRPr="001B34DC" w:rsidRDefault="001B34DC" w:rsidP="001B34DC">
      <w:pPr>
        <w:shd w:val="clear" w:color="auto" w:fill="FFFFFF"/>
        <w:tabs>
          <w:tab w:val="left" w:pos="426"/>
          <w:tab w:val="left" w:pos="1276"/>
          <w:tab w:val="left" w:pos="1701"/>
          <w:tab w:val="left" w:pos="2127"/>
          <w:tab w:val="left" w:pos="255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B34DC" w:rsidRPr="001B34DC" w:rsidRDefault="001B34DC" w:rsidP="001B34DC">
      <w:pPr>
        <w:shd w:val="clear" w:color="auto" w:fill="FFFFFF"/>
        <w:tabs>
          <w:tab w:val="left" w:pos="426"/>
          <w:tab w:val="left" w:pos="1276"/>
          <w:tab w:val="left" w:pos="1701"/>
          <w:tab w:val="left" w:pos="2127"/>
          <w:tab w:val="left" w:pos="255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B34DC" w:rsidRPr="001B34DC" w:rsidRDefault="001B34DC" w:rsidP="001B34DC">
      <w:pPr>
        <w:shd w:val="clear" w:color="auto" w:fill="FFFFFF"/>
        <w:tabs>
          <w:tab w:val="left" w:pos="426"/>
          <w:tab w:val="left" w:pos="1276"/>
          <w:tab w:val="left" w:pos="1701"/>
          <w:tab w:val="left" w:pos="2127"/>
          <w:tab w:val="left" w:pos="255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>Lapte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B34DC" w:rsidRPr="001B34DC" w:rsidRDefault="001B34DC" w:rsidP="001B34DC">
      <w:pPr>
        <w:shd w:val="clear" w:color="auto" w:fill="FFFFFF"/>
        <w:tabs>
          <w:tab w:val="left" w:pos="426"/>
          <w:tab w:val="left" w:pos="1276"/>
          <w:tab w:val="left" w:pos="1701"/>
          <w:tab w:val="left" w:pos="2127"/>
          <w:tab w:val="left" w:pos="255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1B34D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1B34DC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1B34D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1B34DC" w:rsidRDefault="00FB179C" w:rsidP="001B34DC">
      <w:pPr>
        <w:pStyle w:val="ListParagraph"/>
      </w:pPr>
      <w:r>
        <w:t>Listă ordonată în listă ordonată:</w:t>
      </w:r>
    </w:p>
    <w:p w:rsidR="00FB179C" w:rsidRPr="00FB179C" w:rsidRDefault="00FB179C" w:rsidP="00FB179C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FB179C">
        <w:rPr>
          <w:rFonts w:ascii="Consolas" w:eastAsia="Times New Roman" w:hAnsi="Consolas" w:cs="Consolas"/>
          <w:color w:val="823125"/>
          <w:sz w:val="16"/>
          <w:szCs w:val="16"/>
        </w:rPr>
        <w:t>ol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FB179C" w:rsidRPr="00FB179C" w:rsidRDefault="00FB179C" w:rsidP="00FB179C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FB179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 xml:space="preserve"> prima chestie </w:t>
      </w:r>
    </w:p>
    <w:p w:rsidR="00FB179C" w:rsidRPr="00FB179C" w:rsidRDefault="00FB179C" w:rsidP="00FB179C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FB179C">
        <w:rPr>
          <w:rFonts w:ascii="Consolas" w:eastAsia="Times New Roman" w:hAnsi="Consolas" w:cs="Consolas"/>
          <w:color w:val="823125"/>
          <w:sz w:val="16"/>
          <w:szCs w:val="16"/>
        </w:rPr>
        <w:t>ol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FB179C" w:rsidRPr="00FB179C" w:rsidRDefault="00FB179C" w:rsidP="00FB179C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FB179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 xml:space="preserve"> prima subchestie 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FB179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FB179C" w:rsidRPr="00FB179C" w:rsidRDefault="00FB179C" w:rsidP="00FB179C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FB179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 xml:space="preserve"> a doua subchestie 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FB179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FB179C" w:rsidRPr="00FB179C" w:rsidRDefault="00FB179C" w:rsidP="00FB179C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FB179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 xml:space="preserve"> ultima subchestie 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FB179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FB179C" w:rsidRPr="00FB179C" w:rsidRDefault="00FB179C" w:rsidP="00FB179C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FB179C">
        <w:rPr>
          <w:rFonts w:ascii="Consolas" w:eastAsia="Times New Roman" w:hAnsi="Consolas" w:cs="Consolas"/>
          <w:color w:val="823125"/>
          <w:sz w:val="16"/>
          <w:szCs w:val="16"/>
        </w:rPr>
        <w:t>ol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FB179C" w:rsidRPr="00FB179C" w:rsidRDefault="00FB179C" w:rsidP="00FB179C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FB179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FB179C" w:rsidRPr="00FB179C" w:rsidRDefault="00FB179C" w:rsidP="00FB179C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FB179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 xml:space="preserve"> a doua chestie 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FB179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FB179C" w:rsidRPr="00FB179C" w:rsidRDefault="00FB179C" w:rsidP="00FB179C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FB179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 xml:space="preserve"> a treia chestie 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FB179C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FB179C" w:rsidRPr="00FB179C" w:rsidRDefault="00FB179C" w:rsidP="00FB179C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FB179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FB179C">
        <w:rPr>
          <w:rFonts w:ascii="Consolas" w:eastAsia="Times New Roman" w:hAnsi="Consolas" w:cs="Consolas"/>
          <w:color w:val="823125"/>
          <w:sz w:val="16"/>
          <w:szCs w:val="16"/>
        </w:rPr>
        <w:t>ol</w:t>
      </w:r>
      <w:r w:rsidRPr="00FB179C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2A4370" w:rsidRDefault="001D0D28" w:rsidP="001B34DC">
      <w:pPr>
        <w:pStyle w:val="ListParagraph"/>
      </w:pPr>
      <w:r>
        <w:t xml:space="preserve">Listă ordonată </w:t>
      </w:r>
      <w:r w:rsidR="003A05CC">
        <w:t>ș</w:t>
      </w:r>
      <w:r>
        <w:t>i neordonată într-o listă de defini</w:t>
      </w:r>
      <w:r w:rsidR="003A05CC">
        <w:t>ț</w:t>
      </w:r>
      <w:r>
        <w:t>ii: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dl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dt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 Ingredientele: 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dt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dd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 100 g. făină 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 10 g. zahăr 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 o cană cu apă 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 două ouă 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 sare, piper 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dd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dt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 Modul de preparare: 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dt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dd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ol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 Amesteca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ț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i bine zahărul, făina, sarea 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ș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i piperul. 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 Adăuga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ț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i ouăle 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ș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i apa. 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 Amesteca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ț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i 10 minute 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 Pune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ț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i la cuptor pentru o oră 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ol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dd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dt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 Observa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ț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ii: 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dt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B1BA2" w:rsidRPr="004B1BA2" w:rsidRDefault="004B1BA2" w:rsidP="004B1BA2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dd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 Re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ț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>eta poate fi îmbunătă</w:t>
      </w:r>
      <w:r w:rsidR="003A05CC">
        <w:rPr>
          <w:rFonts w:ascii="Consolas" w:eastAsia="Times New Roman" w:hAnsi="Consolas" w:cs="Consolas"/>
          <w:color w:val="000000"/>
          <w:sz w:val="16"/>
          <w:szCs w:val="16"/>
        </w:rPr>
        <w:t>ț</w:t>
      </w: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 xml:space="preserve">ită adăugând praf de copt. 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dd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2A4370" w:rsidRPr="00ED48C5" w:rsidRDefault="004B1BA2" w:rsidP="00ED48C5">
      <w:pPr>
        <w:shd w:val="clear" w:color="auto" w:fill="FFFFFF"/>
        <w:tabs>
          <w:tab w:val="left" w:pos="426"/>
          <w:tab w:val="left" w:pos="1276"/>
          <w:tab w:val="left" w:pos="170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4B1BA2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4B1BA2">
        <w:rPr>
          <w:rFonts w:ascii="Consolas" w:eastAsia="Times New Roman" w:hAnsi="Consolas" w:cs="Consolas"/>
          <w:color w:val="823125"/>
          <w:sz w:val="16"/>
          <w:szCs w:val="16"/>
        </w:rPr>
        <w:t>dl</w:t>
      </w:r>
      <w:r w:rsidRPr="004B1BA2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F34AF5" w:rsidRPr="004973D7" w:rsidRDefault="00F34AF5" w:rsidP="00F34AF5"/>
    <w:p w:rsidR="00DF5642" w:rsidRPr="004973D7" w:rsidRDefault="00DF5642" w:rsidP="003C2D94">
      <w:pPr>
        <w:rPr>
          <w:b/>
        </w:rPr>
      </w:pPr>
      <w:r w:rsidRPr="004973D7">
        <w:rPr>
          <w:b/>
        </w:rPr>
        <w:t>Exerci</w:t>
      </w:r>
      <w:r w:rsidR="003A05CC">
        <w:rPr>
          <w:b/>
        </w:rPr>
        <w:t>ț</w:t>
      </w:r>
      <w:r w:rsidRPr="004973D7">
        <w:rPr>
          <w:b/>
        </w:rPr>
        <w:t>ii:</w:t>
      </w:r>
    </w:p>
    <w:p w:rsidR="00A80D19" w:rsidRDefault="00A80D19" w:rsidP="003C2D94">
      <w:pPr>
        <w:pStyle w:val="ListParagraph"/>
      </w:pPr>
      <w:r>
        <w:t>Studia</w:t>
      </w:r>
      <w:r w:rsidR="003A05CC">
        <w:t>ț</w:t>
      </w:r>
      <w:r>
        <w:t>i elemente</w:t>
      </w:r>
      <w:r w:rsidR="007849B0">
        <w:t>le</w:t>
      </w:r>
      <w:r>
        <w:t xml:space="preserve"> HTML destinate </w:t>
      </w:r>
      <w:r w:rsidR="00E25A22">
        <w:t>listelor</w:t>
      </w:r>
      <w:r w:rsidR="00DB2FBE">
        <w:t xml:space="preserve"> de la adresa</w:t>
      </w:r>
      <w:r>
        <w:t>:</w:t>
      </w:r>
    </w:p>
    <w:p w:rsidR="00DB2FBE" w:rsidRDefault="00DB2FBE" w:rsidP="00ED48C5">
      <w:hyperlink r:id="rId8" w:history="1">
        <w:r w:rsidRPr="00DA3D04">
          <w:rPr>
            <w:rStyle w:val="Hyperlink"/>
          </w:rPr>
          <w:t>http://www.w3schools.com/html/html_lists.asp</w:t>
        </w:r>
      </w:hyperlink>
    </w:p>
    <w:p w:rsidR="00DB2FBE" w:rsidRDefault="00A80D19" w:rsidP="00ED48C5">
      <w:r>
        <w:tab/>
      </w:r>
    </w:p>
    <w:p w:rsidR="00ED48C5" w:rsidRDefault="00DB2FBE" w:rsidP="0003720C">
      <w:pPr>
        <w:pStyle w:val="ListParagraph"/>
      </w:pPr>
      <w:r>
        <w:t xml:space="preserve">Rezolvati exercitiile de la adresa </w:t>
      </w:r>
      <w:hyperlink r:id="rId9" w:history="1">
        <w:r w:rsidRPr="00DA3D04">
          <w:rPr>
            <w:rStyle w:val="Hyperlink"/>
          </w:rPr>
          <w:t>http://www.w3schools.com/html/exercise.asp?filename=exercise_lists1</w:t>
        </w:r>
      </w:hyperlink>
    </w:p>
    <w:p w:rsidR="00DB2FBE" w:rsidRPr="00673A46" w:rsidRDefault="00DB2FBE" w:rsidP="00DB2FBE">
      <w:pPr>
        <w:pStyle w:val="ListParagraph"/>
        <w:numPr>
          <w:ilvl w:val="0"/>
          <w:numId w:val="0"/>
        </w:numPr>
      </w:pPr>
    </w:p>
    <w:sectPr w:rsidR="00DB2FBE" w:rsidRPr="00673A46" w:rsidSect="004F11FB">
      <w:headerReference w:type="default" r:id="rId10"/>
      <w:footerReference w:type="default" r:id="rId11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D50" w:rsidRDefault="00FE6D50" w:rsidP="004F11FB">
      <w:pPr>
        <w:spacing w:before="0" w:after="0"/>
      </w:pPr>
      <w:r>
        <w:separator/>
      </w:r>
    </w:p>
  </w:endnote>
  <w:endnote w:type="continuationSeparator" w:id="0">
    <w:p w:rsidR="00FE6D50" w:rsidRDefault="00FE6D50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623F1B">
    <w:pPr>
      <w:pStyle w:val="Footer"/>
      <w:rPr>
        <w:i/>
        <w:color w:val="808080" w:themeColor="background1" w:themeShade="80"/>
      </w:rPr>
    </w:pPr>
    <w:r w:rsidRPr="00623F1B">
      <w:rPr>
        <w:i/>
        <w:noProof/>
        <w:color w:val="808080" w:themeColor="background1" w:themeShade="80"/>
      </w:rPr>
      <w:pict>
        <v:line id="Straight Connector 2" o:spid="_x0000_s4097" style="position:absolute;left:0;text-align:left;z-index:251661312;visibility:visible;mso-wrap-distance-top:-3e-5mm;mso-wrap-distance-bottom:-3e-5mm" from="2.3pt,-1.6pt" to="449.3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" strokecolor="#7f7f7f" strokeweight=".5pt">
          <o:lock v:ext="edit" shapetype="f"/>
        </v:line>
      </w:pict>
    </w:r>
    <w:r w:rsidR="004F11FB" w:rsidRPr="007C0A95">
      <w:rPr>
        <w:i/>
        <w:color w:val="808080" w:themeColor="background1" w:themeShade="80"/>
      </w:rPr>
      <w:tab/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DB2FBE">
      <w:rPr>
        <w:i/>
        <w:noProof/>
        <w:color w:val="808080" w:themeColor="background1" w:themeShade="80"/>
      </w:rPr>
      <w:t>2</w:t>
    </w:r>
    <w:r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DB2FBE" w:rsidRPr="00DB2FBE">
        <w:rPr>
          <w:i/>
          <w:noProof/>
          <w:color w:val="808080" w:themeColor="background1" w:themeShade="80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D50" w:rsidRDefault="00FE6D50" w:rsidP="004F11FB">
      <w:pPr>
        <w:spacing w:before="0" w:after="0"/>
      </w:pPr>
      <w:r>
        <w:separator/>
      </w:r>
    </w:p>
  </w:footnote>
  <w:footnote w:type="continuationSeparator" w:id="0">
    <w:p w:rsidR="00FE6D50" w:rsidRDefault="00FE6D50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623F1B" w:rsidP="00FD3506">
    <w:pPr>
      <w:pStyle w:val="Header"/>
      <w:jc w:val="center"/>
      <w:rPr>
        <w:i/>
        <w:color w:val="808080" w:themeColor="background1" w:themeShade="80"/>
      </w:rPr>
    </w:pPr>
    <w:r w:rsidRPr="00623F1B">
      <w:rPr>
        <w:i/>
        <w:noProof/>
        <w:color w:val="808080" w:themeColor="background1" w:themeShade="80"/>
      </w:rPr>
      <w:pict>
        <v:line id="Straight Connector 1" o:spid="_x0000_s4098" style="position:absolute;left:0;text-align:left;z-index:251659264;visibility:visible;mso-wrap-distance-top:-3e-5mm;mso-wrap-distance-bottom:-3e-5mm" from="4.05pt,13.2pt" to="451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" strokecolor="#7f7f7f [1612]" strokeweight=".5pt">
          <o:lock v:ext="edit" shapetype="f"/>
        </v:line>
      </w:pict>
    </w:r>
    <w:r w:rsidR="004F11FB" w:rsidRPr="007C0A95">
      <w:rPr>
        <w:i/>
        <w:color w:val="808080" w:themeColor="background1" w:themeShade="80"/>
      </w:rPr>
      <w:t>Fișe de lucru laborator, clasa a X</w:t>
    </w:r>
    <w:r w:rsidR="00D135DA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333C"/>
    <w:multiLevelType w:val="hybridMultilevel"/>
    <w:tmpl w:val="B0C03B54"/>
    <w:lvl w:ilvl="0" w:tplc="5794562E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B30F4"/>
    <w:multiLevelType w:val="hybridMultilevel"/>
    <w:tmpl w:val="5C8E2E9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86DC6"/>
    <w:multiLevelType w:val="hybridMultilevel"/>
    <w:tmpl w:val="201C330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90C0C"/>
    <w:multiLevelType w:val="hybridMultilevel"/>
    <w:tmpl w:val="47F286BC"/>
    <w:lvl w:ilvl="0" w:tplc="A266ADA6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67FB0"/>
    <w:multiLevelType w:val="hybridMultilevel"/>
    <w:tmpl w:val="C6203E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91F52"/>
    <w:multiLevelType w:val="hybridMultilevel"/>
    <w:tmpl w:val="944EF42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2099A"/>
    <w:multiLevelType w:val="hybridMultilevel"/>
    <w:tmpl w:val="3A74E54A"/>
    <w:lvl w:ilvl="0" w:tplc="F11A096E">
      <w:start w:val="1"/>
      <w:numFmt w:val="decimal"/>
      <w:pStyle w:val="ListParagraph"/>
      <w:suff w:val="space"/>
      <w:lvlText w:val="%1."/>
      <w:lvlJc w:val="left"/>
      <w:pPr>
        <w:ind w:left="0" w:firstLine="0"/>
      </w:pPr>
      <w:rPr>
        <w:rFonts w:ascii="Calibri" w:hAnsi="Calibri" w:hint="default"/>
        <w:sz w:val="20"/>
        <w:szCs w:val="20"/>
      </w:rPr>
    </w:lvl>
    <w:lvl w:ilvl="1" w:tplc="06E2840C">
      <w:start w:val="1"/>
      <w:numFmt w:val="lowerLetter"/>
      <w:suff w:val="space"/>
      <w:lvlText w:val="%2."/>
      <w:lvlJc w:val="left"/>
      <w:pPr>
        <w:ind w:left="0" w:firstLine="28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8C1B0D"/>
    <w:multiLevelType w:val="hybridMultilevel"/>
    <w:tmpl w:val="EABE3FD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882108"/>
    <w:multiLevelType w:val="hybridMultilevel"/>
    <w:tmpl w:val="3000D4DC"/>
    <w:lvl w:ilvl="0" w:tplc="4DAC3B1C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05E4F"/>
    <w:multiLevelType w:val="hybridMultilevel"/>
    <w:tmpl w:val="F1586460"/>
    <w:lvl w:ilvl="0" w:tplc="05FCDB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482F55"/>
    <w:multiLevelType w:val="hybridMultilevel"/>
    <w:tmpl w:val="31001F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0"/>
  </w:num>
  <w:num w:numId="5">
    <w:abstractNumId w:val="8"/>
  </w:num>
  <w:num w:numId="6">
    <w:abstractNumId w:val="1"/>
  </w:num>
  <w:num w:numId="7">
    <w:abstractNumId w:val="4"/>
  </w:num>
  <w:num w:numId="8">
    <w:abstractNumId w:val="8"/>
  </w:num>
  <w:num w:numId="9">
    <w:abstractNumId w:val="9"/>
  </w:num>
  <w:num w:numId="10">
    <w:abstractNumId w:val="8"/>
  </w:num>
  <w:num w:numId="11">
    <w:abstractNumId w:val="2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7"/>
  </w:num>
  <w:num w:numId="18">
    <w:abstractNumId w:val="8"/>
  </w:num>
  <w:num w:numId="19">
    <w:abstractNumId w:val="12"/>
  </w:num>
  <w:num w:numId="20">
    <w:abstractNumId w:val="8"/>
  </w:num>
  <w:num w:numId="21">
    <w:abstractNumId w:val="3"/>
  </w:num>
  <w:num w:numId="22">
    <w:abstractNumId w:val="10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F1B54"/>
    <w:rsid w:val="000059DB"/>
    <w:rsid w:val="0003720C"/>
    <w:rsid w:val="00064F04"/>
    <w:rsid w:val="00073BB4"/>
    <w:rsid w:val="0007470F"/>
    <w:rsid w:val="00075268"/>
    <w:rsid w:val="0007788B"/>
    <w:rsid w:val="00083ED2"/>
    <w:rsid w:val="00094546"/>
    <w:rsid w:val="000C07A5"/>
    <w:rsid w:val="000D026A"/>
    <w:rsid w:val="000D4121"/>
    <w:rsid w:val="000E692B"/>
    <w:rsid w:val="000F1B54"/>
    <w:rsid w:val="001015B6"/>
    <w:rsid w:val="00106FFA"/>
    <w:rsid w:val="00111F36"/>
    <w:rsid w:val="0011353E"/>
    <w:rsid w:val="00114EFB"/>
    <w:rsid w:val="0013450D"/>
    <w:rsid w:val="0013535E"/>
    <w:rsid w:val="00135A80"/>
    <w:rsid w:val="00142752"/>
    <w:rsid w:val="00143CD3"/>
    <w:rsid w:val="001547A3"/>
    <w:rsid w:val="0015669D"/>
    <w:rsid w:val="001630B9"/>
    <w:rsid w:val="00170DBD"/>
    <w:rsid w:val="0018286C"/>
    <w:rsid w:val="001B34DC"/>
    <w:rsid w:val="001B57CF"/>
    <w:rsid w:val="001C7DEC"/>
    <w:rsid w:val="001D0D28"/>
    <w:rsid w:val="001D54F3"/>
    <w:rsid w:val="001E64F0"/>
    <w:rsid w:val="00200596"/>
    <w:rsid w:val="00212844"/>
    <w:rsid w:val="00221F7C"/>
    <w:rsid w:val="002341BB"/>
    <w:rsid w:val="00237C33"/>
    <w:rsid w:val="00240A02"/>
    <w:rsid w:val="00253247"/>
    <w:rsid w:val="002633AC"/>
    <w:rsid w:val="00265E34"/>
    <w:rsid w:val="00266B0E"/>
    <w:rsid w:val="00284F1E"/>
    <w:rsid w:val="002869C9"/>
    <w:rsid w:val="002950F9"/>
    <w:rsid w:val="002A02D8"/>
    <w:rsid w:val="002A4370"/>
    <w:rsid w:val="002C2D83"/>
    <w:rsid w:val="002C4C32"/>
    <w:rsid w:val="002C72CA"/>
    <w:rsid w:val="002D4638"/>
    <w:rsid w:val="002E1AD6"/>
    <w:rsid w:val="002E2DEF"/>
    <w:rsid w:val="002F7D0E"/>
    <w:rsid w:val="00307991"/>
    <w:rsid w:val="00363B17"/>
    <w:rsid w:val="0036456E"/>
    <w:rsid w:val="00390A25"/>
    <w:rsid w:val="003A05CC"/>
    <w:rsid w:val="003A3CB6"/>
    <w:rsid w:val="003A6FFA"/>
    <w:rsid w:val="003C1319"/>
    <w:rsid w:val="003C2D94"/>
    <w:rsid w:val="003D3DE6"/>
    <w:rsid w:val="003F1A52"/>
    <w:rsid w:val="00411720"/>
    <w:rsid w:val="004321C6"/>
    <w:rsid w:val="00437268"/>
    <w:rsid w:val="0044256B"/>
    <w:rsid w:val="004532BE"/>
    <w:rsid w:val="00487FC2"/>
    <w:rsid w:val="00490899"/>
    <w:rsid w:val="00495C4A"/>
    <w:rsid w:val="004973D7"/>
    <w:rsid w:val="004B0C83"/>
    <w:rsid w:val="004B1BA2"/>
    <w:rsid w:val="004B5DAA"/>
    <w:rsid w:val="004D046D"/>
    <w:rsid w:val="004D4391"/>
    <w:rsid w:val="004E251A"/>
    <w:rsid w:val="004E3132"/>
    <w:rsid w:val="004E606E"/>
    <w:rsid w:val="004F11FB"/>
    <w:rsid w:val="004F2CF0"/>
    <w:rsid w:val="00501A69"/>
    <w:rsid w:val="005049EA"/>
    <w:rsid w:val="00515691"/>
    <w:rsid w:val="00524DEA"/>
    <w:rsid w:val="00526DB9"/>
    <w:rsid w:val="0053285D"/>
    <w:rsid w:val="0058132B"/>
    <w:rsid w:val="00581701"/>
    <w:rsid w:val="005839BE"/>
    <w:rsid w:val="005A0DC3"/>
    <w:rsid w:val="005B5FB9"/>
    <w:rsid w:val="005C1D5F"/>
    <w:rsid w:val="005C31D3"/>
    <w:rsid w:val="005D0805"/>
    <w:rsid w:val="005D7C0F"/>
    <w:rsid w:val="005F1792"/>
    <w:rsid w:val="005F5D3F"/>
    <w:rsid w:val="0061006A"/>
    <w:rsid w:val="00612BEC"/>
    <w:rsid w:val="006162D5"/>
    <w:rsid w:val="00622D03"/>
    <w:rsid w:val="00623F1B"/>
    <w:rsid w:val="006246EF"/>
    <w:rsid w:val="006528DD"/>
    <w:rsid w:val="00654260"/>
    <w:rsid w:val="006625B9"/>
    <w:rsid w:val="00673A46"/>
    <w:rsid w:val="00673BA5"/>
    <w:rsid w:val="006827E3"/>
    <w:rsid w:val="00694475"/>
    <w:rsid w:val="006A197F"/>
    <w:rsid w:val="006D1180"/>
    <w:rsid w:val="006F7621"/>
    <w:rsid w:val="006F79C8"/>
    <w:rsid w:val="0070232E"/>
    <w:rsid w:val="00745CEF"/>
    <w:rsid w:val="00757CF0"/>
    <w:rsid w:val="00761CA3"/>
    <w:rsid w:val="0077493B"/>
    <w:rsid w:val="007836FB"/>
    <w:rsid w:val="007849B0"/>
    <w:rsid w:val="00785690"/>
    <w:rsid w:val="0079545A"/>
    <w:rsid w:val="007A27C4"/>
    <w:rsid w:val="007A4EFF"/>
    <w:rsid w:val="007A76D1"/>
    <w:rsid w:val="007C0A95"/>
    <w:rsid w:val="007D18B4"/>
    <w:rsid w:val="007D4DB9"/>
    <w:rsid w:val="007D5DEF"/>
    <w:rsid w:val="007E3620"/>
    <w:rsid w:val="007E4030"/>
    <w:rsid w:val="007E458D"/>
    <w:rsid w:val="007E4DBE"/>
    <w:rsid w:val="007F0485"/>
    <w:rsid w:val="007F321A"/>
    <w:rsid w:val="0080061A"/>
    <w:rsid w:val="00807C32"/>
    <w:rsid w:val="00814F16"/>
    <w:rsid w:val="00821FC0"/>
    <w:rsid w:val="0082545A"/>
    <w:rsid w:val="00861913"/>
    <w:rsid w:val="00870ED6"/>
    <w:rsid w:val="00885E9B"/>
    <w:rsid w:val="008924CD"/>
    <w:rsid w:val="0089361E"/>
    <w:rsid w:val="00895FE7"/>
    <w:rsid w:val="008C027A"/>
    <w:rsid w:val="008C6307"/>
    <w:rsid w:val="00911656"/>
    <w:rsid w:val="0091430B"/>
    <w:rsid w:val="00914375"/>
    <w:rsid w:val="00915583"/>
    <w:rsid w:val="0092436C"/>
    <w:rsid w:val="00924DFE"/>
    <w:rsid w:val="009337FF"/>
    <w:rsid w:val="00955494"/>
    <w:rsid w:val="00971FE5"/>
    <w:rsid w:val="009733CE"/>
    <w:rsid w:val="009C60B6"/>
    <w:rsid w:val="009F096F"/>
    <w:rsid w:val="009F0AD7"/>
    <w:rsid w:val="009F1813"/>
    <w:rsid w:val="009F6E1A"/>
    <w:rsid w:val="00A00142"/>
    <w:rsid w:val="00A20E6A"/>
    <w:rsid w:val="00A4714E"/>
    <w:rsid w:val="00A80D19"/>
    <w:rsid w:val="00AD3C95"/>
    <w:rsid w:val="00AD4667"/>
    <w:rsid w:val="00AE70F0"/>
    <w:rsid w:val="00B00685"/>
    <w:rsid w:val="00B04161"/>
    <w:rsid w:val="00B12812"/>
    <w:rsid w:val="00B21BE1"/>
    <w:rsid w:val="00B2750C"/>
    <w:rsid w:val="00B4651B"/>
    <w:rsid w:val="00B53ECF"/>
    <w:rsid w:val="00B5607F"/>
    <w:rsid w:val="00B56B5F"/>
    <w:rsid w:val="00B92462"/>
    <w:rsid w:val="00BB3756"/>
    <w:rsid w:val="00BB3B0D"/>
    <w:rsid w:val="00BD2B1C"/>
    <w:rsid w:val="00BD6375"/>
    <w:rsid w:val="00BE34F9"/>
    <w:rsid w:val="00BE50D2"/>
    <w:rsid w:val="00C068C5"/>
    <w:rsid w:val="00C169B5"/>
    <w:rsid w:val="00C3535F"/>
    <w:rsid w:val="00C46534"/>
    <w:rsid w:val="00C54BC0"/>
    <w:rsid w:val="00C62032"/>
    <w:rsid w:val="00C67F4A"/>
    <w:rsid w:val="00C80F79"/>
    <w:rsid w:val="00CA65C3"/>
    <w:rsid w:val="00CB1A09"/>
    <w:rsid w:val="00CB6129"/>
    <w:rsid w:val="00CB7FC6"/>
    <w:rsid w:val="00CD24B4"/>
    <w:rsid w:val="00CD32E5"/>
    <w:rsid w:val="00CD59E6"/>
    <w:rsid w:val="00CE59BA"/>
    <w:rsid w:val="00D043CF"/>
    <w:rsid w:val="00D05988"/>
    <w:rsid w:val="00D10C00"/>
    <w:rsid w:val="00D135DA"/>
    <w:rsid w:val="00D2732D"/>
    <w:rsid w:val="00D347BD"/>
    <w:rsid w:val="00D57075"/>
    <w:rsid w:val="00D61352"/>
    <w:rsid w:val="00D66572"/>
    <w:rsid w:val="00D705D9"/>
    <w:rsid w:val="00D744D0"/>
    <w:rsid w:val="00D86998"/>
    <w:rsid w:val="00D96E74"/>
    <w:rsid w:val="00DA4CE8"/>
    <w:rsid w:val="00DA6016"/>
    <w:rsid w:val="00DB2FBE"/>
    <w:rsid w:val="00DC0F63"/>
    <w:rsid w:val="00DC2458"/>
    <w:rsid w:val="00DC7A4D"/>
    <w:rsid w:val="00DD3DDB"/>
    <w:rsid w:val="00DD491D"/>
    <w:rsid w:val="00DF3572"/>
    <w:rsid w:val="00DF5642"/>
    <w:rsid w:val="00E07089"/>
    <w:rsid w:val="00E25A22"/>
    <w:rsid w:val="00E46F1B"/>
    <w:rsid w:val="00E57C6B"/>
    <w:rsid w:val="00E7025B"/>
    <w:rsid w:val="00E7131C"/>
    <w:rsid w:val="00E77C5A"/>
    <w:rsid w:val="00E901C2"/>
    <w:rsid w:val="00EA163C"/>
    <w:rsid w:val="00EB7EDB"/>
    <w:rsid w:val="00ED48C5"/>
    <w:rsid w:val="00EE5907"/>
    <w:rsid w:val="00EF01C1"/>
    <w:rsid w:val="00F00FFF"/>
    <w:rsid w:val="00F02E92"/>
    <w:rsid w:val="00F04DBF"/>
    <w:rsid w:val="00F11415"/>
    <w:rsid w:val="00F1646E"/>
    <w:rsid w:val="00F2141F"/>
    <w:rsid w:val="00F26E7C"/>
    <w:rsid w:val="00F34AF5"/>
    <w:rsid w:val="00F35C0A"/>
    <w:rsid w:val="00F35EFB"/>
    <w:rsid w:val="00F63C4A"/>
    <w:rsid w:val="00F65B34"/>
    <w:rsid w:val="00F7656A"/>
    <w:rsid w:val="00F8573D"/>
    <w:rsid w:val="00F97070"/>
    <w:rsid w:val="00FA6DAF"/>
    <w:rsid w:val="00FB179C"/>
    <w:rsid w:val="00FC5ED1"/>
    <w:rsid w:val="00FC7EBB"/>
    <w:rsid w:val="00FD29F0"/>
    <w:rsid w:val="00FD3506"/>
    <w:rsid w:val="00FD6EAA"/>
    <w:rsid w:val="00FE6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1F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D10C00"/>
    <w:pPr>
      <w:numPr>
        <w:numId w:val="5"/>
      </w:numPr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  <w:style w:type="table" w:styleId="TableGrid">
    <w:name w:val="Table Grid"/>
    <w:basedOn w:val="TableNormal"/>
    <w:uiPriority w:val="59"/>
    <w:rsid w:val="000D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D0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26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26A"/>
    <w:rPr>
      <w:rFonts w:ascii="Calibri" w:eastAsiaTheme="minorEastAsia" w:hAnsi="Calibri" w:cs="Times New Roman"/>
      <w:sz w:val="20"/>
      <w:szCs w:val="20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26A"/>
    <w:rPr>
      <w:rFonts w:ascii="Calibri" w:eastAsiaTheme="minorEastAsia" w:hAnsi="Calibri" w:cs="Times New Roman"/>
      <w:b/>
      <w:bCs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unhideWhenUsed/>
    <w:rsid w:val="001B57CF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733CE"/>
    <w:pPr>
      <w:tabs>
        <w:tab w:val="clear" w:pos="851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eastAsia="Times New Roman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33CE"/>
    <w:rPr>
      <w:rFonts w:ascii="Courier New" w:eastAsia="Times New Roman" w:hAnsi="Courier New" w:cs="Courier New"/>
      <w:sz w:val="20"/>
      <w:szCs w:val="20"/>
      <w:lang w:eastAsia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AD4667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9143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1F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D10C00"/>
    <w:pPr>
      <w:numPr>
        <w:numId w:val="5"/>
      </w:numPr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  <w:style w:type="table" w:styleId="TableGrid">
    <w:name w:val="Table Grid"/>
    <w:basedOn w:val="TableNormal"/>
    <w:uiPriority w:val="59"/>
    <w:rsid w:val="000D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D0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26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26A"/>
    <w:rPr>
      <w:rFonts w:ascii="Calibri" w:eastAsiaTheme="minorEastAsia" w:hAnsi="Calibri" w:cs="Times New Roman"/>
      <w:sz w:val="20"/>
      <w:szCs w:val="20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26A"/>
    <w:rPr>
      <w:rFonts w:ascii="Calibri" w:eastAsiaTheme="minorEastAsia" w:hAnsi="Calibri" w:cs="Times New Roman"/>
      <w:b/>
      <w:bCs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unhideWhenUsed/>
    <w:rsid w:val="001B57CF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733CE"/>
    <w:pPr>
      <w:tabs>
        <w:tab w:val="clear" w:pos="851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eastAsia="Times New Roman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33CE"/>
    <w:rPr>
      <w:rFonts w:ascii="Courier New" w:eastAsia="Times New Roman" w:hAnsi="Courier New" w:cs="Courier New"/>
      <w:sz w:val="20"/>
      <w:szCs w:val="20"/>
      <w:lang w:eastAsia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AD4667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9143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3schools.com/html/html_lists.a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3schools.com/html/exercise.asp?filename=exercise_lists1" TargetMode="Externa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A23184F4-0DB1-4CEE-9E88-19AFE5AB8CDA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4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user</cp:lastModifiedBy>
  <cp:revision>3</cp:revision>
  <cp:lastPrinted>2013-10-02T19:27:00Z</cp:lastPrinted>
  <dcterms:created xsi:type="dcterms:W3CDTF">2016-10-04T00:25:00Z</dcterms:created>
  <dcterms:modified xsi:type="dcterms:W3CDTF">2016-10-04T00:29:00Z</dcterms:modified>
</cp:coreProperties>
</file>